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3D511" w14:textId="6AF7E820" w:rsidR="00F24DBC" w:rsidRPr="00F24DBC" w:rsidRDefault="00F24DBC" w:rsidP="007662E2">
      <w:pPr>
        <w:tabs>
          <w:tab w:val="num" w:pos="720"/>
        </w:tabs>
        <w:ind w:left="720" w:hanging="360"/>
        <w:jc w:val="center"/>
        <w:rPr>
          <w:b/>
          <w:bCs/>
          <w:sz w:val="24"/>
          <w:szCs w:val="24"/>
          <w:u w:val="single"/>
        </w:rPr>
      </w:pPr>
      <w:r w:rsidRPr="00F24DBC">
        <w:rPr>
          <w:b/>
          <w:bCs/>
          <w:sz w:val="24"/>
          <w:szCs w:val="24"/>
          <w:u w:val="single"/>
        </w:rPr>
        <w:t>‘The Pedestrian’ by Ray Bradbury Vocabulary List</w:t>
      </w:r>
    </w:p>
    <w:p w14:paraId="21CE6B42" w14:textId="56719C3B" w:rsidR="00F24DBC" w:rsidRP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8" w:history="1">
        <w:r w:rsidR="00F24DBC" w:rsidRPr="00F24DBC">
          <w:rPr>
            <w:rStyle w:val="Hyperlink"/>
            <w:lang w:val="en"/>
          </w:rPr>
          <w:t>concrete</w:t>
        </w:r>
      </w:hyperlink>
      <w:r w:rsidR="00F24DBC" w:rsidRPr="00F24DBC">
        <w:rPr>
          <w:lang w:val="en"/>
        </w:rPr>
        <w:t xml:space="preserve"> </w:t>
      </w:r>
    </w:p>
    <w:p w14:paraId="06F57662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 strong hard building material made with gravel and cement</w:t>
      </w:r>
    </w:p>
    <w:p w14:paraId="11CB31F2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To enter out into that silence that was the city at eight o'clock of a misty evening in November, to put your feet upon that buckling </w:t>
      </w:r>
      <w:r>
        <w:rPr>
          <w:rStyle w:val="Strong"/>
          <w:lang w:val="en"/>
        </w:rPr>
        <w:t>concrete</w:t>
      </w:r>
      <w:r>
        <w:rPr>
          <w:lang w:val="en"/>
        </w:rPr>
        <w:t xml:space="preserve"> walk, to step over grassy seams and make your way, hands in pockets, through the silences, that was what Mr. Leonard Mead most dearly loved to do.</w:t>
      </w:r>
    </w:p>
    <w:p w14:paraId="3B47C810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9" w:history="1">
        <w:r w:rsidR="00F24DBC">
          <w:rPr>
            <w:rStyle w:val="Hyperlink"/>
            <w:lang w:val="en"/>
          </w:rPr>
          <w:t>intersection</w:t>
        </w:r>
      </w:hyperlink>
      <w:r w:rsidR="00F24DBC">
        <w:rPr>
          <w:lang w:val="en"/>
        </w:rPr>
        <w:t xml:space="preserve"> </w:t>
      </w:r>
    </w:p>
    <w:p w14:paraId="4BD2DBAA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 junction where one street or road crosses another</w:t>
      </w:r>
    </w:p>
    <w:p w14:paraId="7341D807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He would stand upon the corner of an </w:t>
      </w:r>
      <w:r>
        <w:rPr>
          <w:rStyle w:val="Strong"/>
          <w:lang w:val="en"/>
        </w:rPr>
        <w:t>intersection</w:t>
      </w:r>
      <w:r>
        <w:rPr>
          <w:lang w:val="en"/>
        </w:rPr>
        <w:t xml:space="preserve"> and peer down long moonlit avenues of sidewalk in four directions, deciding which way to go, but it really made no difference; he was alone in this world of A.D. 2053, or as good as alone, and with a final decision made, a path selected, he would stride off, sending patterns of frosty air before him like the smoke of a cigar.</w:t>
      </w:r>
    </w:p>
    <w:p w14:paraId="40098B7D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0" w:history="1">
        <w:r w:rsidR="00F24DBC">
          <w:rPr>
            <w:rStyle w:val="Hyperlink"/>
            <w:lang w:val="en"/>
          </w:rPr>
          <w:t>glimmer</w:t>
        </w:r>
      </w:hyperlink>
      <w:r w:rsidR="00F24DBC">
        <w:rPr>
          <w:lang w:val="en"/>
        </w:rPr>
        <w:t xml:space="preserve"> </w:t>
      </w:r>
    </w:p>
    <w:p w14:paraId="4939197E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 flash of light</w:t>
      </w:r>
    </w:p>
    <w:p w14:paraId="2E93E3DF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And on his </w:t>
      </w:r>
      <w:proofErr w:type="gramStart"/>
      <w:r>
        <w:rPr>
          <w:lang w:val="en"/>
        </w:rPr>
        <w:t>way</w:t>
      </w:r>
      <w:proofErr w:type="gramEnd"/>
      <w:r>
        <w:rPr>
          <w:lang w:val="en"/>
        </w:rPr>
        <w:t xml:space="preserve"> he would see the cottages and homes with their dark windows, and it was not unequal to walking through a graveyard where only the faintest </w:t>
      </w:r>
      <w:r>
        <w:rPr>
          <w:rStyle w:val="Strong"/>
          <w:lang w:val="en"/>
        </w:rPr>
        <w:t>glimmers</w:t>
      </w:r>
      <w:r>
        <w:rPr>
          <w:lang w:val="en"/>
        </w:rPr>
        <w:t xml:space="preserve"> of firefly light appeared in flickers behind the windows.</w:t>
      </w:r>
    </w:p>
    <w:p w14:paraId="7A99A778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1" w:history="1">
        <w:r w:rsidR="00F24DBC">
          <w:rPr>
            <w:rStyle w:val="Hyperlink"/>
            <w:lang w:val="en"/>
          </w:rPr>
          <w:t>manifest</w:t>
        </w:r>
      </w:hyperlink>
      <w:r w:rsidR="00F24DBC">
        <w:rPr>
          <w:lang w:val="en"/>
        </w:rPr>
        <w:t xml:space="preserve"> </w:t>
      </w:r>
    </w:p>
    <w:p w14:paraId="73BA8F0A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reveal its presence or make an appearance</w:t>
      </w:r>
    </w:p>
    <w:p w14:paraId="570E7AED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Sudden gray phantoms seemed to </w:t>
      </w:r>
      <w:r>
        <w:rPr>
          <w:rStyle w:val="Strong"/>
          <w:lang w:val="en"/>
        </w:rPr>
        <w:t>manifest</w:t>
      </w:r>
      <w:r>
        <w:rPr>
          <w:lang w:val="en"/>
        </w:rPr>
        <w:t xml:space="preserve"> upon inner room walls where a curtain was still undrawn against the night, or there were whisperings and murmurs where a window in a tomblike building was still open.</w:t>
      </w:r>
    </w:p>
    <w:p w14:paraId="618EBF85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2" w:history="1">
        <w:r w:rsidR="00F24DBC">
          <w:rPr>
            <w:rStyle w:val="Hyperlink"/>
            <w:lang w:val="en"/>
          </w:rPr>
          <w:t>intermittent</w:t>
        </w:r>
      </w:hyperlink>
      <w:r w:rsidR="00F24DBC">
        <w:rPr>
          <w:lang w:val="en"/>
        </w:rPr>
        <w:t xml:space="preserve"> </w:t>
      </w:r>
    </w:p>
    <w:p w14:paraId="3C5640F6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stopping and starting at irregular intervals</w:t>
      </w:r>
    </w:p>
    <w:p w14:paraId="5406E992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For long ago he had wisely changed to sneakers when strolling at night, because the dogs in </w:t>
      </w:r>
      <w:r>
        <w:rPr>
          <w:rStyle w:val="Strong"/>
          <w:lang w:val="en"/>
        </w:rPr>
        <w:t>intermittent</w:t>
      </w:r>
      <w:r>
        <w:rPr>
          <w:lang w:val="en"/>
        </w:rPr>
        <w:t xml:space="preserve"> squads would parallel his journey with </w:t>
      </w:r>
      <w:proofErr w:type="spellStart"/>
      <w:r>
        <w:rPr>
          <w:lang w:val="en"/>
        </w:rPr>
        <w:t>barkings</w:t>
      </w:r>
      <w:proofErr w:type="spellEnd"/>
      <w:r>
        <w:rPr>
          <w:lang w:val="en"/>
        </w:rPr>
        <w:t xml:space="preserve"> if he wore hard heels, and lights might click on and faces appear and an entire street be startled by the passing of a lone figure, himself, in the early November evening.</w:t>
      </w:r>
    </w:p>
    <w:p w14:paraId="283B5577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3" w:history="1">
        <w:r w:rsidR="00F24DBC">
          <w:rPr>
            <w:rStyle w:val="Hyperlink"/>
            <w:lang w:val="en"/>
          </w:rPr>
          <w:t>infrequent</w:t>
        </w:r>
      </w:hyperlink>
      <w:r w:rsidR="00F24DBC">
        <w:rPr>
          <w:lang w:val="en"/>
        </w:rPr>
        <w:t xml:space="preserve"> </w:t>
      </w:r>
    </w:p>
    <w:p w14:paraId="074A7E64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not occurring regularly or at short intervals</w:t>
      </w:r>
    </w:p>
    <w:p w14:paraId="4FDF72BB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lastRenderedPageBreak/>
        <w:t xml:space="preserve">He listened to the faint push of his soft shoes through autumn leaves with satisfaction, and whistled a cold quiet whistle between his teeth, occasionally picking up a leaf as he passed, examining its skeletal pattern in the </w:t>
      </w:r>
      <w:r>
        <w:rPr>
          <w:rStyle w:val="Strong"/>
          <w:lang w:val="en"/>
        </w:rPr>
        <w:t>infrequent</w:t>
      </w:r>
      <w:r>
        <w:rPr>
          <w:lang w:val="en"/>
        </w:rPr>
        <w:t xml:space="preserve"> lamplights as he went on, smelling its rusty smell.</w:t>
      </w:r>
    </w:p>
    <w:p w14:paraId="4A4156CF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4" w:history="1">
        <w:r w:rsidR="00F24DBC">
          <w:rPr>
            <w:rStyle w:val="Hyperlink"/>
            <w:lang w:val="en"/>
          </w:rPr>
          <w:t>revue</w:t>
        </w:r>
      </w:hyperlink>
      <w:r w:rsidR="00F24DBC">
        <w:rPr>
          <w:lang w:val="en"/>
        </w:rPr>
        <w:t xml:space="preserve"> </w:t>
      </w:r>
    </w:p>
    <w:p w14:paraId="47AC2C19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 variety show with topical sketches and songs</w:t>
      </w:r>
    </w:p>
    <w:p w14:paraId="3324A050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"What is it now?" he asked the houses, noticing his </w:t>
      </w:r>
      <w:proofErr w:type="gramStart"/>
      <w:r>
        <w:rPr>
          <w:lang w:val="en"/>
        </w:rPr>
        <w:t>wrist watch</w:t>
      </w:r>
      <w:proofErr w:type="gramEnd"/>
      <w:r>
        <w:rPr>
          <w:lang w:val="en"/>
        </w:rPr>
        <w:t xml:space="preserve">. "Eight-thirty P.M.? Time for a dozen assorted murders? A quiz? A </w:t>
      </w:r>
      <w:r>
        <w:rPr>
          <w:rStyle w:val="Strong"/>
          <w:lang w:val="en"/>
        </w:rPr>
        <w:t>revue</w:t>
      </w:r>
      <w:r>
        <w:rPr>
          <w:lang w:val="en"/>
        </w:rPr>
        <w:t>? A comedian falling off the stage?"</w:t>
      </w:r>
    </w:p>
    <w:p w14:paraId="1F26DFC0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5" w:history="1">
        <w:r w:rsidR="00F24DBC">
          <w:rPr>
            <w:rStyle w:val="Hyperlink"/>
            <w:lang w:val="en"/>
          </w:rPr>
          <w:t>hesitate</w:t>
        </w:r>
      </w:hyperlink>
      <w:r w:rsidR="00F24DBC">
        <w:rPr>
          <w:lang w:val="en"/>
        </w:rPr>
        <w:t xml:space="preserve"> </w:t>
      </w:r>
    </w:p>
    <w:p w14:paraId="3162958D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interrupt temporarily an activity before continuing</w:t>
      </w:r>
    </w:p>
    <w:p w14:paraId="2E102308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He </w:t>
      </w:r>
      <w:proofErr w:type="gramStart"/>
      <w:r>
        <w:rPr>
          <w:rStyle w:val="Strong"/>
          <w:lang w:val="en"/>
        </w:rPr>
        <w:t>hesitated</w:t>
      </w:r>
      <w:r>
        <w:rPr>
          <w:lang w:val="en"/>
        </w:rPr>
        <w:t>, but</w:t>
      </w:r>
      <w:proofErr w:type="gramEnd"/>
      <w:r>
        <w:rPr>
          <w:lang w:val="en"/>
        </w:rPr>
        <w:t xml:space="preserve"> went on when nothing more happened.</w:t>
      </w:r>
    </w:p>
    <w:p w14:paraId="3C1CB775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6" w:history="1">
        <w:r w:rsidR="00F24DBC">
          <w:rPr>
            <w:rStyle w:val="Hyperlink"/>
            <w:lang w:val="en"/>
          </w:rPr>
          <w:t>stumble</w:t>
        </w:r>
      </w:hyperlink>
      <w:r w:rsidR="00F24DBC">
        <w:rPr>
          <w:lang w:val="en"/>
        </w:rPr>
        <w:t xml:space="preserve"> </w:t>
      </w:r>
    </w:p>
    <w:p w14:paraId="34B6DD45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miss a step and fall or nearly fall</w:t>
      </w:r>
    </w:p>
    <w:p w14:paraId="66536AC5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He </w:t>
      </w:r>
      <w:r>
        <w:rPr>
          <w:rStyle w:val="Strong"/>
          <w:lang w:val="en"/>
        </w:rPr>
        <w:t>stumbled</w:t>
      </w:r>
      <w:r>
        <w:rPr>
          <w:lang w:val="en"/>
        </w:rPr>
        <w:t xml:space="preserve"> over a particularly uneven section of sidewalk.</w:t>
      </w:r>
    </w:p>
    <w:p w14:paraId="2933E514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7" w:history="1">
        <w:r w:rsidR="00F24DBC">
          <w:rPr>
            <w:rStyle w:val="Hyperlink"/>
            <w:lang w:val="en"/>
          </w:rPr>
          <w:t>vanish</w:t>
        </w:r>
      </w:hyperlink>
      <w:r w:rsidR="00F24DBC">
        <w:rPr>
          <w:lang w:val="en"/>
        </w:rPr>
        <w:t xml:space="preserve"> </w:t>
      </w:r>
    </w:p>
    <w:p w14:paraId="46E7FE1E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decrease rapidly and disappear</w:t>
      </w:r>
    </w:p>
    <w:p w14:paraId="4D0C942C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 cement was </w:t>
      </w:r>
      <w:r>
        <w:rPr>
          <w:rStyle w:val="Strong"/>
          <w:lang w:val="en"/>
        </w:rPr>
        <w:t>vanishing</w:t>
      </w:r>
      <w:r>
        <w:rPr>
          <w:lang w:val="en"/>
        </w:rPr>
        <w:t xml:space="preserve"> under flowers and grass.</w:t>
      </w:r>
    </w:p>
    <w:p w14:paraId="769D3C90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8" w:history="1">
        <w:r w:rsidR="00F24DBC">
          <w:rPr>
            <w:rStyle w:val="Hyperlink"/>
            <w:lang w:val="en"/>
          </w:rPr>
          <w:t>ceaseless</w:t>
        </w:r>
      </w:hyperlink>
      <w:r w:rsidR="00F24DBC">
        <w:rPr>
          <w:lang w:val="en"/>
        </w:rPr>
        <w:t xml:space="preserve"> </w:t>
      </w:r>
    </w:p>
    <w:p w14:paraId="092965B0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uninterrupted in time and indefinitely long continuing</w:t>
      </w:r>
    </w:p>
    <w:p w14:paraId="142ED0B4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During the day it was a thunderous surge of cars, the gas stations open, a great insect rustling and a </w:t>
      </w:r>
      <w:r>
        <w:rPr>
          <w:rStyle w:val="Strong"/>
          <w:lang w:val="en"/>
        </w:rPr>
        <w:t>ceaseless</w:t>
      </w:r>
      <w:r>
        <w:rPr>
          <w:lang w:val="en"/>
        </w:rPr>
        <w:t xml:space="preserve"> jockeying for position as the scarab-beetles, a faint incense puttering from their exhausts, skimmed homeward to the far directions.</w:t>
      </w:r>
    </w:p>
    <w:p w14:paraId="630952F8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19" w:history="1">
        <w:r w:rsidR="00F24DBC">
          <w:rPr>
            <w:rStyle w:val="Hyperlink"/>
            <w:lang w:val="en"/>
          </w:rPr>
          <w:t>radiance</w:t>
        </w:r>
      </w:hyperlink>
      <w:r w:rsidR="00F24DBC">
        <w:rPr>
          <w:lang w:val="en"/>
        </w:rPr>
        <w:t xml:space="preserve"> </w:t>
      </w:r>
    </w:p>
    <w:p w14:paraId="77C0DC2B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the quality of being bright and sending out rays of light</w:t>
      </w:r>
    </w:p>
    <w:p w14:paraId="3CCB42ED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But now these highways, too, were like streams in a dry season, all stone and bed and moon </w:t>
      </w:r>
      <w:r>
        <w:rPr>
          <w:rStyle w:val="Strong"/>
          <w:lang w:val="en"/>
        </w:rPr>
        <w:t>radiance</w:t>
      </w:r>
      <w:r>
        <w:rPr>
          <w:lang w:val="en"/>
        </w:rPr>
        <w:t>.</w:t>
      </w:r>
    </w:p>
    <w:p w14:paraId="5CD347C0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0" w:history="1">
        <w:r w:rsidR="00F24DBC">
          <w:rPr>
            <w:rStyle w:val="Hyperlink"/>
            <w:lang w:val="en"/>
          </w:rPr>
          <w:t>destination</w:t>
        </w:r>
      </w:hyperlink>
      <w:r w:rsidR="00F24DBC">
        <w:rPr>
          <w:lang w:val="en"/>
        </w:rPr>
        <w:t xml:space="preserve"> </w:t>
      </w:r>
    </w:p>
    <w:p w14:paraId="30747FCC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the place designated as the end, as of a race or journey</w:t>
      </w:r>
    </w:p>
    <w:p w14:paraId="00576FEF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lastRenderedPageBreak/>
        <w:t xml:space="preserve">He was within a block of his </w:t>
      </w:r>
      <w:r>
        <w:rPr>
          <w:rStyle w:val="Strong"/>
          <w:lang w:val="en"/>
        </w:rPr>
        <w:t>destination</w:t>
      </w:r>
      <w:r>
        <w:rPr>
          <w:lang w:val="en"/>
        </w:rPr>
        <w:t xml:space="preserve"> when the lone car turned a corner quite suddenly and flashed a fierce white cone of light upon him.</w:t>
      </w:r>
    </w:p>
    <w:p w14:paraId="356DC77E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1" w:history="1">
        <w:r w:rsidR="00F24DBC">
          <w:rPr>
            <w:rStyle w:val="Hyperlink"/>
            <w:lang w:val="en"/>
          </w:rPr>
          <w:t>illumination</w:t>
        </w:r>
      </w:hyperlink>
      <w:r w:rsidR="00F24DBC">
        <w:rPr>
          <w:lang w:val="en"/>
        </w:rPr>
        <w:t xml:space="preserve"> </w:t>
      </w:r>
    </w:p>
    <w:p w14:paraId="4F8AF1EF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the quality of providing light</w:t>
      </w:r>
    </w:p>
    <w:p w14:paraId="207038CA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He stood entranced, not unlike a night moth, stunned by the </w:t>
      </w:r>
      <w:r>
        <w:rPr>
          <w:rStyle w:val="Strong"/>
          <w:lang w:val="en"/>
        </w:rPr>
        <w:t>illumination</w:t>
      </w:r>
      <w:r>
        <w:rPr>
          <w:lang w:val="en"/>
        </w:rPr>
        <w:t>, and then drawn toward it.</w:t>
      </w:r>
    </w:p>
    <w:p w14:paraId="0C3F647E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2" w:history="1">
        <w:r w:rsidR="00F24DBC">
          <w:rPr>
            <w:rStyle w:val="Hyperlink"/>
            <w:lang w:val="en"/>
          </w:rPr>
          <w:t>halt</w:t>
        </w:r>
      </w:hyperlink>
      <w:r w:rsidR="00F24DBC">
        <w:rPr>
          <w:lang w:val="en"/>
        </w:rPr>
        <w:t xml:space="preserve"> </w:t>
      </w:r>
    </w:p>
    <w:p w14:paraId="76FEF7B5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stop moving</w:t>
      </w:r>
    </w:p>
    <w:p w14:paraId="2E71D4F7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"Stand still. Stay where you are! Don't move!" </w:t>
      </w:r>
      <w:r>
        <w:rPr>
          <w:lang w:val="en"/>
        </w:rPr>
        <w:br/>
        <w:t xml:space="preserve">He </w:t>
      </w:r>
      <w:r>
        <w:rPr>
          <w:rStyle w:val="Strong"/>
          <w:lang w:val="en"/>
        </w:rPr>
        <w:t>halted</w:t>
      </w:r>
      <w:r>
        <w:rPr>
          <w:lang w:val="en"/>
        </w:rPr>
        <w:t>.</w:t>
      </w:r>
    </w:p>
    <w:p w14:paraId="6003C518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3" w:history="1">
        <w:r w:rsidR="00F24DBC">
          <w:rPr>
            <w:rStyle w:val="Hyperlink"/>
            <w:lang w:val="en"/>
          </w:rPr>
          <w:t>ebb</w:t>
        </w:r>
      </w:hyperlink>
      <w:r w:rsidR="00F24DBC">
        <w:rPr>
          <w:lang w:val="en"/>
        </w:rPr>
        <w:t xml:space="preserve"> </w:t>
      </w:r>
    </w:p>
    <w:p w14:paraId="0BAD20DC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fall away or decline</w:t>
      </w:r>
    </w:p>
    <w:p w14:paraId="0BD2440F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Crime was </w:t>
      </w:r>
      <w:r>
        <w:rPr>
          <w:rStyle w:val="Strong"/>
          <w:lang w:val="en"/>
        </w:rPr>
        <w:t>ebbing</w:t>
      </w:r>
    </w:p>
    <w:p w14:paraId="1C89A667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4" w:history="1">
        <w:r w:rsidR="00F24DBC">
          <w:rPr>
            <w:rStyle w:val="Hyperlink"/>
            <w:lang w:val="en"/>
          </w:rPr>
          <w:t>wander</w:t>
        </w:r>
      </w:hyperlink>
      <w:r w:rsidR="00F24DBC">
        <w:rPr>
          <w:lang w:val="en"/>
        </w:rPr>
        <w:t xml:space="preserve"> </w:t>
      </w:r>
    </w:p>
    <w:p w14:paraId="67C184AC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move about aimlessly or without any destination</w:t>
      </w:r>
    </w:p>
    <w:p w14:paraId="060BB0BA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there was no need now for the police, save for this one lone car </w:t>
      </w:r>
      <w:r>
        <w:rPr>
          <w:rStyle w:val="Strong"/>
          <w:lang w:val="en"/>
        </w:rPr>
        <w:t>wandering</w:t>
      </w:r>
      <w:r>
        <w:rPr>
          <w:lang w:val="en"/>
        </w:rPr>
        <w:t xml:space="preserve"> and </w:t>
      </w:r>
      <w:r>
        <w:rPr>
          <w:rStyle w:val="Strong"/>
          <w:lang w:val="en"/>
        </w:rPr>
        <w:t>wandering</w:t>
      </w:r>
      <w:r>
        <w:rPr>
          <w:lang w:val="en"/>
        </w:rPr>
        <w:t xml:space="preserve"> the empty streets.</w:t>
      </w:r>
    </w:p>
    <w:p w14:paraId="098774D0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5" w:history="1">
        <w:r w:rsidR="00F24DBC">
          <w:rPr>
            <w:rStyle w:val="Hyperlink"/>
            <w:lang w:val="en"/>
          </w:rPr>
          <w:t>profession</w:t>
        </w:r>
      </w:hyperlink>
      <w:r w:rsidR="00F24DBC">
        <w:rPr>
          <w:lang w:val="en"/>
        </w:rPr>
        <w:t xml:space="preserve"> </w:t>
      </w:r>
    </w:p>
    <w:p w14:paraId="2C990D9B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an occupation requiring special education</w:t>
      </w:r>
    </w:p>
    <w:p w14:paraId="06ABB613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"Business or </w:t>
      </w:r>
      <w:r>
        <w:rPr>
          <w:rStyle w:val="Strong"/>
          <w:lang w:val="en"/>
        </w:rPr>
        <w:t>profession</w:t>
      </w:r>
      <w:r>
        <w:rPr>
          <w:lang w:val="en"/>
        </w:rPr>
        <w:t xml:space="preserve">?" </w:t>
      </w:r>
      <w:r>
        <w:rPr>
          <w:lang w:val="en"/>
        </w:rPr>
        <w:br/>
        <w:t xml:space="preserve">"I guess you'd call me a writer." </w:t>
      </w:r>
      <w:r>
        <w:rPr>
          <w:lang w:val="en"/>
        </w:rPr>
        <w:br/>
        <w:t xml:space="preserve">"No </w:t>
      </w:r>
      <w:r>
        <w:rPr>
          <w:rStyle w:val="Strong"/>
          <w:lang w:val="en"/>
        </w:rPr>
        <w:t>profession</w:t>
      </w:r>
      <w:r>
        <w:rPr>
          <w:lang w:val="en"/>
        </w:rPr>
        <w:t>," said the police car, as if talking to itself.</w:t>
      </w:r>
    </w:p>
    <w:p w14:paraId="0474A450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6" w:history="1">
        <w:r w:rsidR="00F24DBC">
          <w:rPr>
            <w:rStyle w:val="Hyperlink"/>
            <w:lang w:val="en"/>
          </w:rPr>
          <w:t>specimen</w:t>
        </w:r>
      </w:hyperlink>
      <w:r w:rsidR="00F24DBC">
        <w:rPr>
          <w:lang w:val="en"/>
        </w:rPr>
        <w:t xml:space="preserve"> </w:t>
      </w:r>
    </w:p>
    <w:p w14:paraId="09D04764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an example regarded as typical of its class</w:t>
      </w:r>
    </w:p>
    <w:p w14:paraId="164F6EE5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 light held him fixed, like a museum </w:t>
      </w:r>
      <w:r>
        <w:rPr>
          <w:rStyle w:val="Strong"/>
          <w:lang w:val="en"/>
        </w:rPr>
        <w:t>specimen</w:t>
      </w:r>
      <w:r>
        <w:rPr>
          <w:lang w:val="en"/>
        </w:rPr>
        <w:t>, needle thrust through chest.</w:t>
      </w:r>
    </w:p>
    <w:p w14:paraId="005DF713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7" w:history="1">
        <w:r w:rsidR="00F24DBC">
          <w:rPr>
            <w:rStyle w:val="Hyperlink"/>
            <w:lang w:val="en"/>
          </w:rPr>
          <w:t>fancy</w:t>
        </w:r>
      </w:hyperlink>
      <w:r w:rsidR="00F24DBC">
        <w:rPr>
          <w:lang w:val="en"/>
        </w:rPr>
        <w:t xml:space="preserve"> </w:t>
      </w:r>
    </w:p>
    <w:p w14:paraId="2FDC4A00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imagination, especially of a casual or whimsical kind</w:t>
      </w:r>
    </w:p>
    <w:p w14:paraId="310FC163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Magazines and books </w:t>
      </w:r>
      <w:proofErr w:type="gramStart"/>
      <w:r>
        <w:rPr>
          <w:lang w:val="en"/>
        </w:rPr>
        <w:t>didn't</w:t>
      </w:r>
      <w:proofErr w:type="gramEnd"/>
      <w:r>
        <w:rPr>
          <w:lang w:val="en"/>
        </w:rPr>
        <w:t xml:space="preserve"> sell any more. Everything went on in the tomblike houses at night now, he thought, continuing his </w:t>
      </w:r>
      <w:r>
        <w:rPr>
          <w:rStyle w:val="Strong"/>
          <w:lang w:val="en"/>
        </w:rPr>
        <w:t>fancy</w:t>
      </w:r>
      <w:r>
        <w:rPr>
          <w:lang w:val="en"/>
        </w:rPr>
        <w:t>.</w:t>
      </w:r>
    </w:p>
    <w:p w14:paraId="447ABD98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8" w:history="1">
        <w:r w:rsidR="00F24DBC">
          <w:rPr>
            <w:rStyle w:val="Hyperlink"/>
            <w:lang w:val="en"/>
          </w:rPr>
          <w:t>tomb</w:t>
        </w:r>
      </w:hyperlink>
      <w:r w:rsidR="00F24DBC">
        <w:rPr>
          <w:lang w:val="en"/>
        </w:rPr>
        <w:t xml:space="preserve"> </w:t>
      </w:r>
    </w:p>
    <w:p w14:paraId="33C846C3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 place for the burial of a corpse</w:t>
      </w:r>
    </w:p>
    <w:p w14:paraId="254F78D0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 </w:t>
      </w:r>
      <w:r>
        <w:rPr>
          <w:rStyle w:val="Strong"/>
          <w:lang w:val="en"/>
        </w:rPr>
        <w:t>tombs</w:t>
      </w:r>
      <w:r>
        <w:rPr>
          <w:lang w:val="en"/>
        </w:rPr>
        <w:t>, ill-lit by television light, where the people sat like the dead, the gray or multicolored lights touching their faces, but never really touching them.</w:t>
      </w:r>
    </w:p>
    <w:p w14:paraId="74DA9276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29" w:history="1">
        <w:r w:rsidR="00F24DBC">
          <w:rPr>
            <w:rStyle w:val="Hyperlink"/>
            <w:lang w:val="en"/>
          </w:rPr>
          <w:t>phonograph</w:t>
        </w:r>
      </w:hyperlink>
      <w:r w:rsidR="00F24DBC">
        <w:rPr>
          <w:lang w:val="en"/>
        </w:rPr>
        <w:t xml:space="preserve"> </w:t>
      </w:r>
    </w:p>
    <w:p w14:paraId="00319CFA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 machine that plays records</w:t>
      </w:r>
    </w:p>
    <w:p w14:paraId="0A5FC9B6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"No profession," said the </w:t>
      </w:r>
      <w:r>
        <w:rPr>
          <w:rStyle w:val="Strong"/>
          <w:lang w:val="en"/>
        </w:rPr>
        <w:t>phonograph</w:t>
      </w:r>
      <w:r>
        <w:rPr>
          <w:lang w:val="en"/>
        </w:rPr>
        <w:t xml:space="preserve"> voice, hissing. "What are you doing out?"</w:t>
      </w:r>
    </w:p>
    <w:p w14:paraId="17CA0903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0" w:history="1">
        <w:r w:rsidR="00F24DBC">
          <w:rPr>
            <w:rStyle w:val="Hyperlink"/>
            <w:lang w:val="en"/>
          </w:rPr>
          <w:t>accusation</w:t>
        </w:r>
      </w:hyperlink>
      <w:r w:rsidR="00F24DBC">
        <w:rPr>
          <w:lang w:val="en"/>
        </w:rPr>
        <w:t xml:space="preserve"> </w:t>
      </w:r>
    </w:p>
    <w:p w14:paraId="3CC87B4B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an assertion that someone is guilty of a fault or offence</w:t>
      </w:r>
    </w:p>
    <w:p w14:paraId="722EB436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There was a crackling quiet that </w:t>
      </w:r>
      <w:proofErr w:type="gramStart"/>
      <w:r>
        <w:rPr>
          <w:lang w:val="en"/>
        </w:rPr>
        <w:t>in itself was</w:t>
      </w:r>
      <w:proofErr w:type="gramEnd"/>
      <w:r>
        <w:rPr>
          <w:lang w:val="en"/>
        </w:rPr>
        <w:t xml:space="preserve"> an </w:t>
      </w:r>
      <w:r>
        <w:rPr>
          <w:rStyle w:val="Strong"/>
          <w:lang w:val="en"/>
        </w:rPr>
        <w:t>accusation</w:t>
      </w:r>
      <w:r>
        <w:rPr>
          <w:lang w:val="en"/>
        </w:rPr>
        <w:t>.</w:t>
      </w:r>
    </w:p>
    <w:p w14:paraId="04C47A8D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1" w:history="1">
        <w:r w:rsidR="00F24DBC">
          <w:rPr>
            <w:rStyle w:val="Hyperlink"/>
            <w:lang w:val="en"/>
          </w:rPr>
          <w:t>fiery</w:t>
        </w:r>
      </w:hyperlink>
      <w:r w:rsidR="00F24DBC">
        <w:rPr>
          <w:lang w:val="en"/>
        </w:rPr>
        <w:t xml:space="preserve"> </w:t>
      </w:r>
    </w:p>
    <w:p w14:paraId="009E1B50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very intense</w:t>
      </w:r>
    </w:p>
    <w:p w14:paraId="4C8A865B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"Not married," said the police voice behind the </w:t>
      </w:r>
      <w:r>
        <w:rPr>
          <w:rStyle w:val="Strong"/>
          <w:lang w:val="en"/>
        </w:rPr>
        <w:t>fiery</w:t>
      </w:r>
      <w:r>
        <w:rPr>
          <w:lang w:val="en"/>
        </w:rPr>
        <w:t xml:space="preserve"> beam.</w:t>
      </w:r>
    </w:p>
    <w:p w14:paraId="79513709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2" w:history="1">
        <w:r w:rsidR="00F24DBC">
          <w:rPr>
            <w:rStyle w:val="Hyperlink"/>
            <w:lang w:val="en"/>
          </w:rPr>
          <w:t>purpose</w:t>
        </w:r>
      </w:hyperlink>
      <w:r w:rsidR="00F24DBC">
        <w:rPr>
          <w:lang w:val="en"/>
        </w:rPr>
        <w:t xml:space="preserve"> </w:t>
      </w:r>
    </w:p>
    <w:p w14:paraId="3BB941BE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an anticipated outcome that guides your planned actions</w:t>
      </w:r>
    </w:p>
    <w:p w14:paraId="4D1BD809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"Just walking, Mr. Mead?" </w:t>
      </w:r>
      <w:r>
        <w:rPr>
          <w:lang w:val="en"/>
        </w:rPr>
        <w:br/>
        <w:t xml:space="preserve">"Yes." </w:t>
      </w:r>
      <w:r>
        <w:rPr>
          <w:lang w:val="en"/>
        </w:rPr>
        <w:br/>
        <w:t xml:space="preserve">"But you haven't explained for what </w:t>
      </w:r>
      <w:r>
        <w:rPr>
          <w:rStyle w:val="Strong"/>
          <w:lang w:val="en"/>
        </w:rPr>
        <w:t>purpose</w:t>
      </w:r>
      <w:r>
        <w:rPr>
          <w:lang w:val="en"/>
        </w:rPr>
        <w:t xml:space="preserve">." </w:t>
      </w:r>
      <w:r>
        <w:rPr>
          <w:lang w:val="en"/>
        </w:rPr>
        <w:br/>
        <w:t>"I explained; for air, and to see, and just to walk."</w:t>
      </w:r>
    </w:p>
    <w:p w14:paraId="403BAC15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3" w:history="1">
        <w:r w:rsidR="00F24DBC">
          <w:rPr>
            <w:rStyle w:val="Hyperlink"/>
            <w:lang w:val="en"/>
          </w:rPr>
          <w:t>peer</w:t>
        </w:r>
      </w:hyperlink>
      <w:r w:rsidR="00F24DBC">
        <w:rPr>
          <w:lang w:val="en"/>
        </w:rPr>
        <w:t xml:space="preserve"> </w:t>
      </w:r>
    </w:p>
    <w:p w14:paraId="4C458129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look searchingly</w:t>
      </w:r>
    </w:p>
    <w:p w14:paraId="2178F270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He put his hand to the door and </w:t>
      </w:r>
      <w:r>
        <w:rPr>
          <w:rStyle w:val="Strong"/>
          <w:lang w:val="en"/>
        </w:rPr>
        <w:t>peered</w:t>
      </w:r>
      <w:r>
        <w:rPr>
          <w:lang w:val="en"/>
        </w:rPr>
        <w:t xml:space="preserve"> into the back seat, which was a little cell, a little black jail with bars.</w:t>
      </w:r>
    </w:p>
    <w:p w14:paraId="37F985C9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4" w:history="1">
        <w:r w:rsidR="00F24DBC">
          <w:rPr>
            <w:rStyle w:val="Hyperlink"/>
            <w:lang w:val="en"/>
          </w:rPr>
          <w:t>rivet</w:t>
        </w:r>
      </w:hyperlink>
      <w:r w:rsidR="00F24DBC">
        <w:rPr>
          <w:lang w:val="en"/>
        </w:rPr>
        <w:t xml:space="preserve"> </w:t>
      </w:r>
    </w:p>
    <w:p w14:paraId="7A8E345A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fasten with a metal fastener</w:t>
      </w:r>
    </w:p>
    <w:p w14:paraId="3C7B53B6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It smelled of </w:t>
      </w:r>
      <w:r>
        <w:rPr>
          <w:rStyle w:val="Strong"/>
          <w:lang w:val="en"/>
        </w:rPr>
        <w:t>riveted</w:t>
      </w:r>
      <w:r>
        <w:rPr>
          <w:lang w:val="en"/>
        </w:rPr>
        <w:t xml:space="preserve"> steel.</w:t>
      </w:r>
    </w:p>
    <w:p w14:paraId="62474010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5" w:history="1">
        <w:r w:rsidR="00F24DBC">
          <w:rPr>
            <w:rStyle w:val="Hyperlink"/>
            <w:lang w:val="en"/>
          </w:rPr>
          <w:t>antiseptic</w:t>
        </w:r>
      </w:hyperlink>
      <w:r w:rsidR="00F24DBC">
        <w:rPr>
          <w:lang w:val="en"/>
        </w:rPr>
        <w:t xml:space="preserve"> </w:t>
      </w:r>
    </w:p>
    <w:p w14:paraId="62718292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 substance that destroys harmful microorganisms</w:t>
      </w:r>
    </w:p>
    <w:p w14:paraId="37AB164C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lastRenderedPageBreak/>
        <w:t xml:space="preserve">It smelled of harsh </w:t>
      </w:r>
      <w:r>
        <w:rPr>
          <w:rStyle w:val="Strong"/>
          <w:lang w:val="en"/>
        </w:rPr>
        <w:t>antiseptic</w:t>
      </w:r>
      <w:r>
        <w:rPr>
          <w:lang w:val="en"/>
        </w:rPr>
        <w:t>; it smelled too clean and hard and metallic.</w:t>
      </w:r>
    </w:p>
    <w:p w14:paraId="398333BB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6" w:history="1">
        <w:r w:rsidR="00F24DBC">
          <w:rPr>
            <w:rStyle w:val="Hyperlink"/>
            <w:lang w:val="en"/>
          </w:rPr>
          <w:t>alibi</w:t>
        </w:r>
      </w:hyperlink>
      <w:r w:rsidR="00F24DBC">
        <w:rPr>
          <w:lang w:val="en"/>
        </w:rPr>
        <w:t xml:space="preserve"> </w:t>
      </w:r>
    </w:p>
    <w:p w14:paraId="796469C4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proof that someone accused of a crime could not have done it</w:t>
      </w:r>
    </w:p>
    <w:p w14:paraId="1C3A866E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"Now if you had a wife to give you an </w:t>
      </w:r>
      <w:r>
        <w:rPr>
          <w:rStyle w:val="Strong"/>
          <w:lang w:val="en"/>
        </w:rPr>
        <w:t>alibi</w:t>
      </w:r>
      <w:r>
        <w:rPr>
          <w:lang w:val="en"/>
        </w:rPr>
        <w:t>," said the iron voice.</w:t>
      </w:r>
    </w:p>
    <w:p w14:paraId="0C43F81D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7" w:history="1">
        <w:r w:rsidR="00F24DBC">
          <w:rPr>
            <w:rStyle w:val="Hyperlink"/>
            <w:lang w:val="en"/>
          </w:rPr>
          <w:t>faint</w:t>
        </w:r>
      </w:hyperlink>
      <w:r w:rsidR="00F24DBC">
        <w:rPr>
          <w:lang w:val="en"/>
        </w:rPr>
        <w:t xml:space="preserve"> </w:t>
      </w:r>
    </w:p>
    <w:p w14:paraId="26923552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lacking clarity, brightness, or loudness</w:t>
      </w:r>
    </w:p>
    <w:p w14:paraId="52145AE3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 car hesitated, or rather gave a </w:t>
      </w:r>
      <w:r>
        <w:rPr>
          <w:rStyle w:val="Strong"/>
          <w:lang w:val="en"/>
        </w:rPr>
        <w:t>faint</w:t>
      </w:r>
      <w:r>
        <w:rPr>
          <w:lang w:val="en"/>
        </w:rPr>
        <w:t xml:space="preserve"> whirring click, as if information, somewhere, was dropping card by punch-slotted card under electric eyes.</w:t>
      </w:r>
    </w:p>
    <w:p w14:paraId="71EF96F8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8" w:history="1">
        <w:r w:rsidR="00F24DBC">
          <w:rPr>
            <w:rStyle w:val="Hyperlink"/>
            <w:lang w:val="en"/>
          </w:rPr>
          <w:t>regressive</w:t>
        </w:r>
      </w:hyperlink>
      <w:r w:rsidR="00F24DBC">
        <w:rPr>
          <w:lang w:val="en"/>
        </w:rPr>
        <w:t xml:space="preserve"> </w:t>
      </w:r>
    </w:p>
    <w:p w14:paraId="0F7FA680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opposing progress; returning to a former less advanced state</w:t>
      </w:r>
    </w:p>
    <w:p w14:paraId="2F234076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"To the Psychiatric Center for Research on </w:t>
      </w:r>
      <w:r>
        <w:rPr>
          <w:rStyle w:val="Strong"/>
          <w:lang w:val="en"/>
        </w:rPr>
        <w:t>Regressive</w:t>
      </w:r>
      <w:r>
        <w:rPr>
          <w:lang w:val="en"/>
        </w:rPr>
        <w:t xml:space="preserve"> Tendencies."</w:t>
      </w:r>
    </w:p>
    <w:p w14:paraId="766CBF0A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39" w:history="1">
        <w:r w:rsidR="00F24DBC">
          <w:rPr>
            <w:rStyle w:val="Hyperlink"/>
            <w:lang w:val="en"/>
          </w:rPr>
          <w:t>thud</w:t>
        </w:r>
      </w:hyperlink>
      <w:r w:rsidR="00F24DBC">
        <w:rPr>
          <w:lang w:val="en"/>
        </w:rPr>
        <w:t xml:space="preserve"> </w:t>
      </w:r>
    </w:p>
    <w:p w14:paraId="44E9CA1C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a heavy, dull sound</w:t>
      </w:r>
    </w:p>
    <w:p w14:paraId="57FB682A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 door shut with a soft </w:t>
      </w:r>
      <w:r>
        <w:rPr>
          <w:rStyle w:val="Strong"/>
          <w:lang w:val="en"/>
        </w:rPr>
        <w:t>thud</w:t>
      </w:r>
      <w:r>
        <w:rPr>
          <w:lang w:val="en"/>
        </w:rPr>
        <w:t>.</w:t>
      </w:r>
    </w:p>
    <w:p w14:paraId="62D804D9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40" w:history="1">
        <w:r w:rsidR="00F24DBC">
          <w:rPr>
            <w:rStyle w:val="Hyperlink"/>
            <w:lang w:val="en"/>
          </w:rPr>
          <w:t>dim</w:t>
        </w:r>
      </w:hyperlink>
      <w:r w:rsidR="00F24DBC">
        <w:rPr>
          <w:lang w:val="en"/>
        </w:rPr>
        <w:t xml:space="preserve"> </w:t>
      </w:r>
    </w:p>
    <w:p w14:paraId="143EE0C3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lacking in light; not bright or harsh</w:t>
      </w:r>
    </w:p>
    <w:p w14:paraId="4B4149D8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 police car rolled through the night avenues, flashing its </w:t>
      </w:r>
      <w:r>
        <w:rPr>
          <w:rStyle w:val="Strong"/>
          <w:lang w:val="en"/>
        </w:rPr>
        <w:t>dim</w:t>
      </w:r>
      <w:r>
        <w:rPr>
          <w:lang w:val="en"/>
        </w:rPr>
        <w:t xml:space="preserve"> lights ahead.</w:t>
      </w:r>
    </w:p>
    <w:p w14:paraId="22BAB55E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41" w:history="1">
        <w:r w:rsidR="00F24DBC">
          <w:rPr>
            <w:rStyle w:val="Hyperlink"/>
            <w:lang w:val="en"/>
          </w:rPr>
          <w:t>particular</w:t>
        </w:r>
      </w:hyperlink>
      <w:r w:rsidR="00F24DBC">
        <w:rPr>
          <w:lang w:val="en"/>
        </w:rPr>
        <w:t xml:space="preserve"> </w:t>
      </w:r>
    </w:p>
    <w:p w14:paraId="6FCC9F14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distinct from others of the same group or category</w:t>
      </w:r>
    </w:p>
    <w:p w14:paraId="17FFAA7E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They passed one house on one street a moment later, one house in an entire city of houses that were dark, but this one </w:t>
      </w:r>
      <w:r>
        <w:rPr>
          <w:rStyle w:val="Strong"/>
          <w:lang w:val="en"/>
        </w:rPr>
        <w:t>particular</w:t>
      </w:r>
      <w:r>
        <w:rPr>
          <w:lang w:val="en"/>
        </w:rPr>
        <w:t xml:space="preserve"> house had all of its electric lights brightly lit, every window a loud yellow illumination, square and warm in the cool darkness.</w:t>
      </w:r>
    </w:p>
    <w:p w14:paraId="463C70BA" w14:textId="77777777" w:rsidR="00F24DBC" w:rsidRDefault="007662E2" w:rsidP="00F24DBC">
      <w:pPr>
        <w:pStyle w:val="entry"/>
        <w:numPr>
          <w:ilvl w:val="0"/>
          <w:numId w:val="1"/>
        </w:numPr>
        <w:rPr>
          <w:lang w:val="en"/>
        </w:rPr>
      </w:pPr>
      <w:hyperlink r:id="rId42" w:history="1">
        <w:r w:rsidR="00F24DBC">
          <w:rPr>
            <w:rStyle w:val="Hyperlink"/>
            <w:lang w:val="en"/>
          </w:rPr>
          <w:t>motion</w:t>
        </w:r>
      </w:hyperlink>
      <w:r w:rsidR="00F24DBC">
        <w:rPr>
          <w:lang w:val="en"/>
        </w:rPr>
        <w:t xml:space="preserve"> </w:t>
      </w:r>
    </w:p>
    <w:p w14:paraId="17BD57F4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>the act of changing location from one place to another</w:t>
      </w:r>
    </w:p>
    <w:p w14:paraId="55E3F0F3" w14:textId="77777777" w:rsidR="00F24DBC" w:rsidRDefault="00F24DBC" w:rsidP="00F24DBC">
      <w:pPr>
        <w:pStyle w:val="entry"/>
        <w:ind w:left="720"/>
        <w:rPr>
          <w:lang w:val="en"/>
        </w:rPr>
      </w:pPr>
      <w:r>
        <w:rPr>
          <w:lang w:val="en"/>
        </w:rPr>
        <w:t xml:space="preserve">The car moved down the empty river-bed streets and off away, leaving the empty streets with the empty </w:t>
      </w:r>
      <w:proofErr w:type="gramStart"/>
      <w:r>
        <w:rPr>
          <w:lang w:val="en"/>
        </w:rPr>
        <w:t>side-walks</w:t>
      </w:r>
      <w:proofErr w:type="gramEnd"/>
      <w:r>
        <w:rPr>
          <w:lang w:val="en"/>
        </w:rPr>
        <w:t xml:space="preserve">, and no sound and no </w:t>
      </w:r>
      <w:r>
        <w:rPr>
          <w:rStyle w:val="Strong"/>
          <w:lang w:val="en"/>
        </w:rPr>
        <w:t>motion</w:t>
      </w:r>
      <w:r>
        <w:rPr>
          <w:lang w:val="en"/>
        </w:rPr>
        <w:t xml:space="preserve"> all the rest of the chill November night.</w:t>
      </w:r>
    </w:p>
    <w:p w14:paraId="25B16361" w14:textId="77777777" w:rsidR="00F24DBC" w:rsidRDefault="00F24DBC"/>
    <w:sectPr w:rsidR="00F24D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D76B9"/>
    <w:multiLevelType w:val="multilevel"/>
    <w:tmpl w:val="AC803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BC"/>
    <w:rsid w:val="007662E2"/>
    <w:rsid w:val="00F2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93108"/>
  <w15:chartTrackingRefBased/>
  <w15:docId w15:val="{7230E5BD-0A78-483D-ADAB-6EB769680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try">
    <w:name w:val="entry"/>
    <w:basedOn w:val="Normal"/>
    <w:rsid w:val="00F24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F24DB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24DB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6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0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2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5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3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6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9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5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3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2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33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5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6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2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5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4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2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5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4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6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4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1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4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2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9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3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4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6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5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5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0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3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ocabulary.com/dictionary/concrete" TargetMode="External"/><Relationship Id="rId13" Type="http://schemas.openxmlformats.org/officeDocument/2006/relationships/hyperlink" Target="https://www.vocabulary.com/dictionary/infrequent" TargetMode="External"/><Relationship Id="rId18" Type="http://schemas.openxmlformats.org/officeDocument/2006/relationships/hyperlink" Target="https://www.vocabulary.com/dictionary/ceaseless" TargetMode="External"/><Relationship Id="rId26" Type="http://schemas.openxmlformats.org/officeDocument/2006/relationships/hyperlink" Target="https://www.vocabulary.com/dictionary/specimen" TargetMode="External"/><Relationship Id="rId39" Type="http://schemas.openxmlformats.org/officeDocument/2006/relationships/hyperlink" Target="https://www.vocabulary.com/dictionary/thud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vocabulary.com/dictionary/illumination" TargetMode="External"/><Relationship Id="rId34" Type="http://schemas.openxmlformats.org/officeDocument/2006/relationships/hyperlink" Target="https://www.vocabulary.com/dictionary/rivet" TargetMode="External"/><Relationship Id="rId42" Type="http://schemas.openxmlformats.org/officeDocument/2006/relationships/hyperlink" Target="https://www.vocabulary.com/dictionary/moti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vocabulary.com/dictionary/intermittent" TargetMode="External"/><Relationship Id="rId17" Type="http://schemas.openxmlformats.org/officeDocument/2006/relationships/hyperlink" Target="https://www.vocabulary.com/dictionary/vanish" TargetMode="External"/><Relationship Id="rId25" Type="http://schemas.openxmlformats.org/officeDocument/2006/relationships/hyperlink" Target="https://www.vocabulary.com/dictionary/profession" TargetMode="External"/><Relationship Id="rId33" Type="http://schemas.openxmlformats.org/officeDocument/2006/relationships/hyperlink" Target="https://www.vocabulary.com/dictionary/peer" TargetMode="External"/><Relationship Id="rId38" Type="http://schemas.openxmlformats.org/officeDocument/2006/relationships/hyperlink" Target="https://www.vocabulary.com/dictionary/regressiv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vocabulary.com/dictionary/stumble" TargetMode="External"/><Relationship Id="rId20" Type="http://schemas.openxmlformats.org/officeDocument/2006/relationships/hyperlink" Target="https://www.vocabulary.com/dictionary/destination" TargetMode="External"/><Relationship Id="rId29" Type="http://schemas.openxmlformats.org/officeDocument/2006/relationships/hyperlink" Target="https://www.vocabulary.com/dictionary/phonograph" TargetMode="External"/><Relationship Id="rId41" Type="http://schemas.openxmlformats.org/officeDocument/2006/relationships/hyperlink" Target="https://www.vocabulary.com/dictionary/particula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vocabulary.com/dictionary/manifest" TargetMode="External"/><Relationship Id="rId24" Type="http://schemas.openxmlformats.org/officeDocument/2006/relationships/hyperlink" Target="https://www.vocabulary.com/dictionary/wander" TargetMode="External"/><Relationship Id="rId32" Type="http://schemas.openxmlformats.org/officeDocument/2006/relationships/hyperlink" Target="https://www.vocabulary.com/dictionary/purpose" TargetMode="External"/><Relationship Id="rId37" Type="http://schemas.openxmlformats.org/officeDocument/2006/relationships/hyperlink" Target="https://www.vocabulary.com/dictionary/faint" TargetMode="External"/><Relationship Id="rId40" Type="http://schemas.openxmlformats.org/officeDocument/2006/relationships/hyperlink" Target="https://www.vocabulary.com/dictionary/dim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vocabulary.com/dictionary/hesitate" TargetMode="External"/><Relationship Id="rId23" Type="http://schemas.openxmlformats.org/officeDocument/2006/relationships/hyperlink" Target="https://www.vocabulary.com/dictionary/ebb" TargetMode="External"/><Relationship Id="rId28" Type="http://schemas.openxmlformats.org/officeDocument/2006/relationships/hyperlink" Target="https://www.vocabulary.com/dictionary/tomb" TargetMode="External"/><Relationship Id="rId36" Type="http://schemas.openxmlformats.org/officeDocument/2006/relationships/hyperlink" Target="https://www.vocabulary.com/dictionary/alibi" TargetMode="External"/><Relationship Id="rId10" Type="http://schemas.openxmlformats.org/officeDocument/2006/relationships/hyperlink" Target="https://www.vocabulary.com/dictionary/glimmer" TargetMode="External"/><Relationship Id="rId19" Type="http://schemas.openxmlformats.org/officeDocument/2006/relationships/hyperlink" Target="https://www.vocabulary.com/dictionary/radiance" TargetMode="External"/><Relationship Id="rId31" Type="http://schemas.openxmlformats.org/officeDocument/2006/relationships/hyperlink" Target="https://www.vocabulary.com/dictionary/fiery" TargetMode="External"/><Relationship Id="rId44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www.vocabulary.com/dictionary/intersection" TargetMode="External"/><Relationship Id="rId14" Type="http://schemas.openxmlformats.org/officeDocument/2006/relationships/hyperlink" Target="https://www.vocabulary.com/dictionary/revue" TargetMode="External"/><Relationship Id="rId22" Type="http://schemas.openxmlformats.org/officeDocument/2006/relationships/hyperlink" Target="https://www.vocabulary.com/dictionary/halt" TargetMode="External"/><Relationship Id="rId27" Type="http://schemas.openxmlformats.org/officeDocument/2006/relationships/hyperlink" Target="https://www.vocabulary.com/dictionary/fancy" TargetMode="External"/><Relationship Id="rId30" Type="http://schemas.openxmlformats.org/officeDocument/2006/relationships/hyperlink" Target="https://www.vocabulary.com/dictionary/accusation" TargetMode="External"/><Relationship Id="rId35" Type="http://schemas.openxmlformats.org/officeDocument/2006/relationships/hyperlink" Target="https://www.vocabulary.com/dictionary/antisepti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DED1CBE0AC3740924453FAFBCDCCFD" ma:contentTypeVersion="11" ma:contentTypeDescription="Create a new document." ma:contentTypeScope="" ma:versionID="1d5ccc1b9905bb9dff1d1dc27a20ecbb">
  <xsd:schema xmlns:xsd="http://www.w3.org/2001/XMLSchema" xmlns:xs="http://www.w3.org/2001/XMLSchema" xmlns:p="http://schemas.microsoft.com/office/2006/metadata/properties" xmlns:ns2="5acfbc6d-af0b-48ff-ad58-352866980711" xmlns:ns3="f09990ad-5e20-4a52-9c65-59221d2f0bcf" targetNamespace="http://schemas.microsoft.com/office/2006/metadata/properties" ma:root="true" ma:fieldsID="c254a01584c5eb878e28316532188fae" ns2:_="" ns3:_="">
    <xsd:import namespace="5acfbc6d-af0b-48ff-ad58-352866980711"/>
    <xsd:import namespace="f09990ad-5e20-4a52-9c65-59221d2f0b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fbc6d-af0b-48ff-ad58-3528669807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9990ad-5e20-4a52-9c65-59221d2f0b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A1F97-F6EA-4523-8642-950706159E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cfbc6d-af0b-48ff-ad58-352866980711"/>
    <ds:schemaRef ds:uri="f09990ad-5e20-4a52-9c65-59221d2f0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FC7571-A4CD-4A76-99A1-D8CE39A8C1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74AF9F-390B-41BE-8D32-7FD56D4973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1303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</dc:creator>
  <cp:keywords/>
  <dc:description/>
  <cp:lastModifiedBy>dwagner91</cp:lastModifiedBy>
  <cp:revision>2</cp:revision>
  <dcterms:created xsi:type="dcterms:W3CDTF">2020-05-09T11:00:00Z</dcterms:created>
  <dcterms:modified xsi:type="dcterms:W3CDTF">2020-05-11T21:29:00Z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0x010100CEDED1CBE0AC3740924453FAFBCDCCFD</vt:lpwstr>
  </property>
</Properties>
</file>